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14A6" w14:textId="4919E31A" w:rsidR="00F3123D" w:rsidRDefault="00293633" w:rsidP="004C1187">
      <w:pPr>
        <w:jc w:val="center"/>
        <w:rPr>
          <w:b/>
          <w:sz w:val="22"/>
          <w:szCs w:val="22"/>
        </w:rPr>
      </w:pPr>
      <w:r w:rsidRPr="007A4C6B">
        <w:rPr>
          <w:b/>
          <w:sz w:val="22"/>
          <w:szCs w:val="22"/>
        </w:rPr>
        <w:t>ZGŁOSZENIE KRAJOWEJ OFERTY PRACY</w:t>
      </w:r>
    </w:p>
    <w:p w14:paraId="129A6A34" w14:textId="77777777" w:rsidR="00F3123D" w:rsidRPr="007A4C6B" w:rsidRDefault="00F3123D" w:rsidP="000C25E1">
      <w:pPr>
        <w:rPr>
          <w:b/>
          <w:sz w:val="22"/>
          <w:szCs w:val="22"/>
        </w:rPr>
      </w:pPr>
    </w:p>
    <w:p w14:paraId="38B7945A" w14:textId="3D059EE1" w:rsidR="00293633" w:rsidRDefault="00293633" w:rsidP="00B663FA">
      <w:pPr>
        <w:spacing w:line="276" w:lineRule="auto"/>
        <w:ind w:left="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C22425">
        <w:rPr>
          <w:sz w:val="20"/>
          <w:szCs w:val="20"/>
        </w:rPr>
        <w:t xml:space="preserve">Oferta pracy </w:t>
      </w:r>
      <w:r>
        <w:rPr>
          <w:sz w:val="20"/>
          <w:szCs w:val="20"/>
        </w:rPr>
        <w:t>zawierająca dane umożliwiające identyfikację pracodawcy</w:t>
      </w:r>
      <w:r w:rsidR="007A4C6B">
        <w:rPr>
          <w:sz w:val="20"/>
          <w:szCs w:val="20"/>
        </w:rPr>
        <w:t>*</w:t>
      </w:r>
      <w:r>
        <w:rPr>
          <w:sz w:val="18"/>
          <w:szCs w:val="18"/>
        </w:rPr>
        <w:t xml:space="preserve">                      </w:t>
      </w:r>
    </w:p>
    <w:p w14:paraId="7955CAAC" w14:textId="7830310D" w:rsidR="00F3123D" w:rsidRPr="00F3123D" w:rsidRDefault="004C1187" w:rsidP="0006488F">
      <w:pPr>
        <w:spacing w:line="216" w:lineRule="auto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6B06A" wp14:editId="79A71CB9">
                <wp:simplePos x="0" y="0"/>
                <wp:positionH relativeFrom="column">
                  <wp:posOffset>-169545</wp:posOffset>
                </wp:positionH>
                <wp:positionV relativeFrom="paragraph">
                  <wp:posOffset>1216660</wp:posOffset>
                </wp:positionV>
                <wp:extent cx="321945" cy="6515100"/>
                <wp:effectExtent l="0" t="0" r="1905" b="0"/>
                <wp:wrapNone/>
                <wp:docPr id="114787958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" cy="651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A7C501" w14:textId="2816E626" w:rsidR="00632BB8" w:rsidRPr="00632BB8" w:rsidRDefault="00632BB8" w:rsidP="00632BB8">
                            <w:pPr>
                              <w:tabs>
                                <w:tab w:val="left" w:pos="2916"/>
                                <w:tab w:val="center" w:pos="5386"/>
                              </w:tabs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32BB8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632BB8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do wniosku o refundację kosztów wyposażenia lub doposażenia stanowiska pracy</w:t>
                            </w:r>
                          </w:p>
                          <w:p w14:paraId="350697AA" w14:textId="77777777" w:rsidR="004C1187" w:rsidRPr="00632BB8" w:rsidRDefault="004C11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6B0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35pt;margin-top:95.8pt;width:25.35pt;height:5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" fillcolor="white [3201]" stroked="f" strokeweight=".5pt">
                <v:textbox style="layout-flow:vertical;mso-layout-flow-alt:bottom-to-top">
                  <w:txbxContent>
                    <w:p w14:paraId="5EA7C501" w14:textId="2816E626" w:rsidR="00632BB8" w:rsidRPr="00632BB8" w:rsidRDefault="00632BB8" w:rsidP="00632BB8">
                      <w:pPr>
                        <w:tabs>
                          <w:tab w:val="left" w:pos="2916"/>
                          <w:tab w:val="center" w:pos="5386"/>
                        </w:tabs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32BB8">
                        <w:rPr>
                          <w:bCs/>
                          <w:sz w:val="20"/>
                          <w:szCs w:val="20"/>
                        </w:rPr>
                        <w:t xml:space="preserve">Załącznik nr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5</w:t>
                      </w:r>
                      <w:r w:rsidRPr="00632BB8">
                        <w:rPr>
                          <w:bCs/>
                          <w:sz w:val="20"/>
                          <w:szCs w:val="20"/>
                        </w:rPr>
                        <w:t xml:space="preserve"> do wniosku o refundację kosztów wyposażenia lub doposażenia stanowiska pracy</w:t>
                      </w:r>
                    </w:p>
                    <w:p w14:paraId="350697AA" w14:textId="77777777" w:rsidR="004C1187" w:rsidRPr="00632BB8" w:rsidRDefault="004C118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51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805CD6" wp14:editId="331E45BA">
                <wp:simplePos x="0" y="0"/>
                <wp:positionH relativeFrom="column">
                  <wp:posOffset>-1181736</wp:posOffset>
                </wp:positionH>
                <wp:positionV relativeFrom="paragraph">
                  <wp:posOffset>8494714</wp:posOffset>
                </wp:positionV>
                <wp:extent cx="2409825" cy="254000"/>
                <wp:effectExtent l="1001713" t="0" r="992187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568A2" w14:textId="77777777" w:rsidR="008C7E79" w:rsidRPr="008816CE" w:rsidRDefault="008C7E79" w:rsidP="008C7E79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816CE">
                              <w:rPr>
                                <w:b/>
                                <w:sz w:val="20"/>
                                <w:szCs w:val="20"/>
                              </w:rPr>
                              <w:t>*</w:t>
                            </w:r>
                            <w:r w:rsidRPr="004C1187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niepotrzebne skreślić</w:t>
                            </w:r>
                          </w:p>
                          <w:p w14:paraId="3CDBEB8A" w14:textId="77777777" w:rsidR="008C7E79" w:rsidRDefault="008C7E79" w:rsidP="008C7E79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5CD6" id="Rectangle 4" o:spid="_x0000_s1027" style="position:absolute;margin-left:-93.05pt;margin-top:668.9pt;width:189.75pt;height:20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" filled="f" stroked="f">
                <v:textbox style="layout-flow:vertical;mso-layout-flow-alt:bottom-to-top">
                  <w:txbxContent>
                    <w:p w14:paraId="569568A2" w14:textId="77777777" w:rsidR="008C7E79" w:rsidRPr="008816CE" w:rsidRDefault="008C7E79" w:rsidP="008C7E79">
                      <w:pPr>
                        <w:spacing w:line="276" w:lineRule="auto"/>
                        <w:ind w:left="142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8816CE">
                        <w:rPr>
                          <w:b/>
                          <w:sz w:val="20"/>
                          <w:szCs w:val="20"/>
                        </w:rPr>
                        <w:t>*</w:t>
                      </w:r>
                      <w:r w:rsidRPr="004C1187">
                        <w:rPr>
                          <w:bCs/>
                          <w:sz w:val="20"/>
                          <w:szCs w:val="20"/>
                        </w:rPr>
                        <w:t xml:space="preserve"> niepotrzebne skreślić</w:t>
                      </w:r>
                    </w:p>
                    <w:p w14:paraId="3CDBEB8A" w14:textId="77777777" w:rsidR="008C7E79" w:rsidRDefault="008C7E79" w:rsidP="008C7E79"/>
                  </w:txbxContent>
                </v:textbox>
              </v:rect>
            </w:pict>
          </mc:Fallback>
        </mc:AlternateContent>
      </w:r>
      <w:r w:rsidR="007B690E">
        <w:rPr>
          <w:sz w:val="20"/>
          <w:szCs w:val="20"/>
        </w:rPr>
        <w:t xml:space="preserve">   </w:t>
      </w:r>
      <w:r w:rsidR="00293633">
        <w:rPr>
          <w:sz w:val="20"/>
          <w:szCs w:val="20"/>
        </w:rPr>
        <w:t xml:space="preserve">  </w:t>
      </w:r>
      <w:r w:rsidR="00293633" w:rsidRPr="00C22425">
        <w:rPr>
          <w:sz w:val="20"/>
          <w:szCs w:val="20"/>
        </w:rPr>
        <w:t xml:space="preserve">Oferta pracy </w:t>
      </w:r>
      <w:r w:rsidR="00293633">
        <w:rPr>
          <w:sz w:val="20"/>
          <w:szCs w:val="20"/>
        </w:rPr>
        <w:t>niezawierająca danych umożliwiających identyfikację pracodawcy</w:t>
      </w:r>
      <w:r w:rsidR="007A4C6B" w:rsidRPr="007A4C6B">
        <w:rPr>
          <w:sz w:val="20"/>
          <w:szCs w:val="20"/>
        </w:rPr>
        <w:t>*</w:t>
      </w:r>
      <w:r w:rsidR="00293633">
        <w:rPr>
          <w:sz w:val="28"/>
          <w:szCs w:val="28"/>
        </w:rPr>
        <w:t xml:space="preserve">    </w:t>
      </w:r>
    </w:p>
    <w:tbl>
      <w:tblPr>
        <w:tblW w:w="10887" w:type="dxa"/>
        <w:tblInd w:w="27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939"/>
        <w:gridCol w:w="27"/>
        <w:gridCol w:w="660"/>
        <w:gridCol w:w="1864"/>
        <w:gridCol w:w="1762"/>
        <w:gridCol w:w="932"/>
        <w:gridCol w:w="2694"/>
      </w:tblGrid>
      <w:tr w:rsidR="00F3123D" w:rsidRPr="00214142" w14:paraId="692C2F0D" w14:textId="77777777" w:rsidTr="00F3123D">
        <w:trPr>
          <w:gridBefore w:val="1"/>
          <w:wBefore w:w="9" w:type="dxa"/>
          <w:trHeight w:val="309"/>
        </w:trPr>
        <w:tc>
          <w:tcPr>
            <w:tcW w:w="1087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9E534EC" w14:textId="27EC9C8B" w:rsidR="00F3123D" w:rsidRPr="00214142" w:rsidRDefault="00F3123D" w:rsidP="00A019B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Pr="0021414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Adnotacje urzędu pracy</w:t>
            </w:r>
            <w:r w:rsidR="000C25E1">
              <w:rPr>
                <w:b/>
                <w:sz w:val="20"/>
                <w:szCs w:val="20"/>
              </w:rPr>
              <w:t xml:space="preserve"> (wypełnia PUP w Lesznie)</w:t>
            </w:r>
          </w:p>
        </w:tc>
      </w:tr>
      <w:tr w:rsidR="00F3123D" w:rsidRPr="005E3ECC" w14:paraId="25DD7DD5" w14:textId="77777777" w:rsidTr="00A019B6">
        <w:trPr>
          <w:gridBefore w:val="1"/>
          <w:wBefore w:w="9" w:type="dxa"/>
          <w:trHeight w:val="262"/>
        </w:trPr>
        <w:tc>
          <w:tcPr>
            <w:tcW w:w="3626" w:type="dxa"/>
            <w:gridSpan w:val="3"/>
          </w:tcPr>
          <w:p w14:paraId="728D4D2F" w14:textId="689621A7" w:rsidR="00312B88" w:rsidRDefault="00F3123D" w:rsidP="00312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12B88">
              <w:rPr>
                <w:sz w:val="20"/>
                <w:szCs w:val="20"/>
              </w:rPr>
              <w:t>Nr oferty……………………………..</w:t>
            </w:r>
          </w:p>
          <w:p w14:paraId="6B0525BC" w14:textId="20632955" w:rsidR="00F3123D" w:rsidRPr="005E3ECC" w:rsidRDefault="00312B88" w:rsidP="000C25E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Nr stanowiska……………………….</w:t>
            </w:r>
            <w:r w:rsidR="00067FAD">
              <w:rPr>
                <w:sz w:val="20"/>
                <w:szCs w:val="20"/>
              </w:rPr>
              <w:t>.</w:t>
            </w:r>
          </w:p>
        </w:tc>
        <w:tc>
          <w:tcPr>
            <w:tcW w:w="3626" w:type="dxa"/>
            <w:gridSpan w:val="2"/>
          </w:tcPr>
          <w:p w14:paraId="3F857C15" w14:textId="6295E094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02886">
              <w:rPr>
                <w:sz w:val="20"/>
                <w:szCs w:val="20"/>
              </w:rPr>
              <w:t>Data przyjęcia zgłoszenia</w:t>
            </w:r>
          </w:p>
          <w:p w14:paraId="7EF602EC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626" w:type="dxa"/>
            <w:gridSpan w:val="2"/>
          </w:tcPr>
          <w:p w14:paraId="3EDB1B02" w14:textId="2AD57099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F02886">
              <w:rPr>
                <w:sz w:val="20"/>
                <w:szCs w:val="20"/>
              </w:rPr>
              <w:t>Data anulowania zgłoszenia</w:t>
            </w:r>
          </w:p>
          <w:p w14:paraId="76A7FE8E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</w:t>
            </w:r>
          </w:p>
        </w:tc>
      </w:tr>
      <w:tr w:rsidR="00293633" w:rsidRPr="00F02886" w14:paraId="46501345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56D862B8" w14:textId="397E9061" w:rsidR="009D42E5" w:rsidRPr="004D0CBB" w:rsidRDefault="00293633" w:rsidP="009D42E5">
            <w:pPr>
              <w:spacing w:line="276" w:lineRule="auto"/>
              <w:ind w:left="252" w:hanging="252"/>
              <w:rPr>
                <w:b/>
                <w:sz w:val="20"/>
                <w:szCs w:val="20"/>
              </w:rPr>
            </w:pPr>
            <w:r w:rsidRPr="004D0CBB">
              <w:rPr>
                <w:b/>
                <w:sz w:val="20"/>
                <w:szCs w:val="20"/>
              </w:rPr>
              <w:t>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4D0CBB">
              <w:rPr>
                <w:b/>
                <w:sz w:val="20"/>
                <w:szCs w:val="20"/>
              </w:rPr>
              <w:t>. Informacje dotyczące pracodawcy</w:t>
            </w:r>
          </w:p>
        </w:tc>
      </w:tr>
      <w:tr w:rsidR="003718DA" w:rsidRPr="00F02886" w14:paraId="55B59C92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09002386" w14:textId="2677903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8DA" w:rsidRPr="00F02886">
              <w:rPr>
                <w:sz w:val="20"/>
                <w:szCs w:val="20"/>
              </w:rPr>
              <w:t>. Nazwa pracodawcy…………………………………………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1B47B716" w14:textId="6263D88E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  <w:tc>
          <w:tcPr>
            <w:tcW w:w="5388" w:type="dxa"/>
            <w:gridSpan w:val="3"/>
            <w:vMerge w:val="restart"/>
          </w:tcPr>
          <w:p w14:paraId="29478290" w14:textId="0E524EC8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718DA" w:rsidRPr="00F02886">
              <w:rPr>
                <w:sz w:val="20"/>
                <w:szCs w:val="20"/>
              </w:rPr>
              <w:t>. Adres pracodawcy</w:t>
            </w:r>
          </w:p>
          <w:p w14:paraId="3768914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kod pocztowy                                                     </w:t>
            </w:r>
            <w:r w:rsidRPr="00F02886">
              <w:rPr>
                <w:sz w:val="28"/>
                <w:szCs w:val="28"/>
              </w:rPr>
              <w:t>⁪⁪- ⁪⁪⁪</w:t>
            </w:r>
          </w:p>
          <w:p w14:paraId="419AF949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miejscowość ……………………………………………………</w:t>
            </w:r>
          </w:p>
          <w:p w14:paraId="715A35D7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ulica …………………………………………………………….</w:t>
            </w:r>
          </w:p>
          <w:p w14:paraId="2CD06E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gmina …………………………………………………………..</w:t>
            </w:r>
          </w:p>
          <w:p w14:paraId="532CB011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nr telefonu/ faxu ………………………………………………</w:t>
            </w:r>
            <w:r w:rsidR="007B690E">
              <w:rPr>
                <w:sz w:val="20"/>
                <w:szCs w:val="20"/>
              </w:rPr>
              <w:t>.</w:t>
            </w:r>
          </w:p>
          <w:p w14:paraId="19894C57" w14:textId="77777777" w:rsidR="003718DA" w:rsidRPr="00F02886" w:rsidRDefault="003718DA" w:rsidP="00E4043B">
            <w:pPr>
              <w:spacing w:line="312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Preferowana forma kontaktu kandydatów z pracodawcą:</w:t>
            </w:r>
          </w:p>
          <w:p w14:paraId="2743DD42" w14:textId="77777777" w:rsidR="005C7312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kontakt osobisty</w:t>
            </w:r>
          </w:p>
          <w:p w14:paraId="43425BDB" w14:textId="01327C62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2) kontakt telefoniczny                                                       </w:t>
            </w:r>
          </w:p>
          <w:p w14:paraId="63CAA784" w14:textId="77777777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inny (np. za pośrednictwem poczty, e-mail) </w:t>
            </w:r>
          </w:p>
          <w:p w14:paraId="5E67F883" w14:textId="612C3C9A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</w:t>
            </w:r>
            <w:r w:rsidR="00F331BD">
              <w:rPr>
                <w:sz w:val="20"/>
                <w:szCs w:val="20"/>
              </w:rPr>
              <w:t>…..</w:t>
            </w:r>
          </w:p>
        </w:tc>
      </w:tr>
      <w:tr w:rsidR="003718DA" w:rsidRPr="00F02886" w14:paraId="04CCA00D" w14:textId="77777777" w:rsidTr="00B465EC">
        <w:tblPrEx>
          <w:tblBorders>
            <w:top w:val="single" w:sz="4" w:space="0" w:color="auto"/>
          </w:tblBorders>
        </w:tblPrEx>
        <w:trPr>
          <w:trHeight w:val="1489"/>
        </w:trPr>
        <w:tc>
          <w:tcPr>
            <w:tcW w:w="5499" w:type="dxa"/>
            <w:gridSpan w:val="5"/>
          </w:tcPr>
          <w:p w14:paraId="334464DB" w14:textId="7B5321C3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718DA" w:rsidRPr="00F02886">
              <w:rPr>
                <w:sz w:val="20"/>
                <w:szCs w:val="20"/>
              </w:rPr>
              <w:t>. Nazwisko i imię osoby reprezentującej pracodawcę …………………………………………………………………</w:t>
            </w:r>
            <w:r w:rsidR="005E3ECC">
              <w:rPr>
                <w:sz w:val="20"/>
                <w:szCs w:val="20"/>
              </w:rPr>
              <w:t>…</w:t>
            </w:r>
          </w:p>
          <w:p w14:paraId="61DDFAE6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Stanowisko 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  <w:p w14:paraId="1BEF457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Telefon kontaktowy 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</w:t>
            </w:r>
          </w:p>
          <w:p w14:paraId="454990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e-mail ……………………………………………....................</w:t>
            </w:r>
            <w:r w:rsidR="007B690E">
              <w:rPr>
                <w:sz w:val="20"/>
                <w:szCs w:val="20"/>
              </w:rPr>
              <w:t>..</w:t>
            </w:r>
            <w:r w:rsidR="005E3ECC">
              <w:rPr>
                <w:sz w:val="20"/>
                <w:szCs w:val="20"/>
              </w:rPr>
              <w:t>..</w:t>
            </w:r>
          </w:p>
          <w:p w14:paraId="323A1C6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Częstotliwość kontaktów……………………………………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..</w:t>
            </w:r>
          </w:p>
        </w:tc>
        <w:tc>
          <w:tcPr>
            <w:tcW w:w="5388" w:type="dxa"/>
            <w:gridSpan w:val="3"/>
            <w:vMerge/>
          </w:tcPr>
          <w:p w14:paraId="7A6160D4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18DA" w:rsidRPr="00F02886" w14:paraId="0A07EFD1" w14:textId="77777777" w:rsidTr="00B465EC">
        <w:tblPrEx>
          <w:tblBorders>
            <w:top w:val="single" w:sz="4" w:space="0" w:color="auto"/>
          </w:tblBorders>
        </w:tblPrEx>
        <w:trPr>
          <w:trHeight w:val="486"/>
        </w:trPr>
        <w:tc>
          <w:tcPr>
            <w:tcW w:w="2975" w:type="dxa"/>
            <w:gridSpan w:val="3"/>
          </w:tcPr>
          <w:p w14:paraId="3924D017" w14:textId="03CB3E7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718DA" w:rsidRPr="00F02886">
              <w:rPr>
                <w:sz w:val="20"/>
                <w:szCs w:val="20"/>
              </w:rPr>
              <w:t xml:space="preserve">. NIP  </w:t>
            </w:r>
          </w:p>
          <w:p w14:paraId="544FD321" w14:textId="77777777" w:rsidR="003718DA" w:rsidRPr="003718DA" w:rsidRDefault="003718DA" w:rsidP="009C62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24" w:type="dxa"/>
            <w:gridSpan w:val="2"/>
          </w:tcPr>
          <w:p w14:paraId="3C5265A5" w14:textId="48E84EFC" w:rsidR="008B0F9D" w:rsidRDefault="00F331BD" w:rsidP="008B0F9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B0F9D" w:rsidRPr="003718DA">
              <w:rPr>
                <w:sz w:val="20"/>
                <w:szCs w:val="20"/>
              </w:rPr>
              <w:t>.</w:t>
            </w:r>
            <w:r w:rsidR="008B0F9D">
              <w:rPr>
                <w:sz w:val="28"/>
                <w:szCs w:val="28"/>
              </w:rPr>
              <w:t xml:space="preserve"> </w:t>
            </w:r>
            <w:r w:rsidR="008B0F9D" w:rsidRPr="003718DA">
              <w:rPr>
                <w:sz w:val="20"/>
                <w:szCs w:val="20"/>
              </w:rPr>
              <w:t>REGON</w:t>
            </w:r>
          </w:p>
          <w:p w14:paraId="34A5E79E" w14:textId="0C9146B6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  <w:vMerge/>
          </w:tcPr>
          <w:p w14:paraId="5BB35670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3633" w:rsidRPr="00F02886" w14:paraId="461CA383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5499" w:type="dxa"/>
            <w:gridSpan w:val="5"/>
          </w:tcPr>
          <w:p w14:paraId="5EFE1524" w14:textId="6FF92375" w:rsidR="00033E74" w:rsidRPr="00033E74" w:rsidRDefault="00F331BD" w:rsidP="00033E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9</w:t>
            </w:r>
            <w:r w:rsidR="00293633" w:rsidRPr="00F02886">
              <w:rPr>
                <w:sz w:val="20"/>
                <w:szCs w:val="20"/>
              </w:rPr>
              <w:t>. Podstawowy rodzaj działalności wg PKD</w:t>
            </w:r>
            <w:r w:rsidR="00033E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  <w:gridSpan w:val="3"/>
          </w:tcPr>
          <w:p w14:paraId="547DE550" w14:textId="266537AD" w:rsidR="00141233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3633" w:rsidRPr="00F02886">
              <w:rPr>
                <w:sz w:val="20"/>
                <w:szCs w:val="20"/>
              </w:rPr>
              <w:t>. Liczba zatrudnionych pracowników</w:t>
            </w:r>
            <w:r w:rsidR="00141233">
              <w:rPr>
                <w:sz w:val="20"/>
                <w:szCs w:val="20"/>
              </w:rPr>
              <w:t>……………………</w:t>
            </w:r>
          </w:p>
          <w:p w14:paraId="7CD302BA" w14:textId="791DC326" w:rsidR="00293633" w:rsidRPr="00F02886" w:rsidRDefault="00141233" w:rsidP="00141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 tym cudzoziemców</w:t>
            </w:r>
            <w:r w:rsidR="00293633" w:rsidRPr="00F02886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………</w:t>
            </w:r>
            <w:r w:rsidR="00F331BD">
              <w:rPr>
                <w:sz w:val="20"/>
                <w:szCs w:val="20"/>
              </w:rPr>
              <w:t>…………………………..</w:t>
            </w:r>
          </w:p>
        </w:tc>
      </w:tr>
      <w:tr w:rsidR="003718DA" w:rsidRPr="00F02886" w14:paraId="184F1CFF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10887" w:type="dxa"/>
            <w:gridSpan w:val="8"/>
          </w:tcPr>
          <w:p w14:paraId="53B9C1DD" w14:textId="13353400" w:rsidR="003718DA" w:rsidRPr="00F02886" w:rsidRDefault="00F331BD" w:rsidP="00B172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718DA" w:rsidRPr="00F0288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sz w:val="20"/>
                <w:szCs w:val="20"/>
              </w:rPr>
              <w:t>Pracodawca jest agencją zatrudnienia zgłaszając</w:t>
            </w:r>
            <w:r w:rsidR="00B1723B">
              <w:rPr>
                <w:sz w:val="20"/>
                <w:szCs w:val="20"/>
              </w:rPr>
              <w:t xml:space="preserve">ą </w:t>
            </w:r>
            <w:r w:rsidR="003718DA" w:rsidRPr="00F02886">
              <w:rPr>
                <w:sz w:val="20"/>
                <w:szCs w:val="20"/>
              </w:rPr>
              <w:t xml:space="preserve">ofertę pracy tymczasowej 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tak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/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nie*</w:t>
            </w:r>
            <w:r w:rsidR="003718DA">
              <w:rPr>
                <w:b/>
                <w:sz w:val="20"/>
                <w:szCs w:val="20"/>
              </w:rPr>
              <w:t xml:space="preserve">   </w:t>
            </w:r>
            <w:r w:rsidR="008C7E79">
              <w:rPr>
                <w:sz w:val="20"/>
                <w:szCs w:val="20"/>
              </w:rPr>
              <w:t>nr wpisu do rejestru</w:t>
            </w:r>
            <w:r w:rsidR="00B1723B">
              <w:rPr>
                <w:sz w:val="20"/>
                <w:szCs w:val="20"/>
              </w:rPr>
              <w:t xml:space="preserve">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3718DA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</w:p>
        </w:tc>
      </w:tr>
      <w:tr w:rsidR="00293633" w:rsidRPr="00F02886" w14:paraId="6C463184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2E1810B8" w14:textId="4775B0C1" w:rsidR="009D42E5" w:rsidRPr="00F02886" w:rsidRDefault="00293633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t>II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F02886">
              <w:rPr>
                <w:b/>
                <w:sz w:val="20"/>
                <w:szCs w:val="20"/>
              </w:rPr>
              <w:t>. Informacje dotyczące zgłoszenia oferty pracy</w:t>
            </w:r>
          </w:p>
        </w:tc>
      </w:tr>
      <w:tr w:rsidR="00293633" w:rsidRPr="00F02886" w14:paraId="7AEBDDD8" w14:textId="77777777" w:rsidTr="00B465EC">
        <w:tblPrEx>
          <w:tblBorders>
            <w:top w:val="single" w:sz="4" w:space="0" w:color="auto"/>
          </w:tblBorders>
        </w:tblPrEx>
        <w:trPr>
          <w:trHeight w:val="859"/>
        </w:trPr>
        <w:tc>
          <w:tcPr>
            <w:tcW w:w="2948" w:type="dxa"/>
            <w:gridSpan w:val="2"/>
          </w:tcPr>
          <w:p w14:paraId="5BE68A84" w14:textId="42AD8519" w:rsidR="00293633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2</w:t>
            </w:r>
            <w:r w:rsidR="00810FBC">
              <w:rPr>
                <w:sz w:val="20"/>
                <w:szCs w:val="20"/>
              </w:rPr>
              <w:t>.</w:t>
            </w:r>
            <w:r w:rsidR="00293633" w:rsidRPr="00F02886">
              <w:rPr>
                <w:sz w:val="20"/>
                <w:szCs w:val="20"/>
              </w:rPr>
              <w:t xml:space="preserve"> Nazwa zawodu</w:t>
            </w:r>
          </w:p>
          <w:p w14:paraId="365CC3A5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  <w:p w14:paraId="1FCA54AE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</w:tc>
        <w:tc>
          <w:tcPr>
            <w:tcW w:w="2551" w:type="dxa"/>
            <w:gridSpan w:val="3"/>
            <w:vMerge w:val="restart"/>
          </w:tcPr>
          <w:p w14:paraId="301F527B" w14:textId="16E5EC92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Nazwa stanowiska</w:t>
            </w:r>
          </w:p>
          <w:p w14:paraId="3CAC0629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…..</w:t>
            </w:r>
          </w:p>
          <w:p w14:paraId="2E7525B1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5F33C620" w14:textId="77777777" w:rsidR="00293633" w:rsidRP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</w:t>
            </w:r>
            <w:r w:rsidR="008C7E79">
              <w:rPr>
                <w:sz w:val="20"/>
                <w:szCs w:val="20"/>
              </w:rPr>
              <w:t>.…………………………….</w:t>
            </w:r>
          </w:p>
        </w:tc>
        <w:tc>
          <w:tcPr>
            <w:tcW w:w="5388" w:type="dxa"/>
            <w:gridSpan w:val="3"/>
          </w:tcPr>
          <w:p w14:paraId="604496C2" w14:textId="65EF0F2F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 xml:space="preserve">. Liczba wolnych miejsc zatrudnienia              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42588836" w14:textId="77777777" w:rsid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  </w:t>
            </w:r>
            <w:r w:rsidR="003A2AF0">
              <w:rPr>
                <w:sz w:val="20"/>
                <w:szCs w:val="20"/>
              </w:rPr>
              <w:t xml:space="preserve">    </w:t>
            </w:r>
            <w:r w:rsidRPr="00F02886">
              <w:rPr>
                <w:sz w:val="20"/>
                <w:szCs w:val="20"/>
              </w:rPr>
              <w:t>w  tym dla osób niep</w:t>
            </w:r>
            <w:r w:rsidR="003A2AF0">
              <w:rPr>
                <w:sz w:val="20"/>
                <w:szCs w:val="20"/>
              </w:rPr>
              <w:t xml:space="preserve">ełnosprawnych               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596E637F" w14:textId="77777777" w:rsidR="00293633" w:rsidRPr="003A2AF0" w:rsidRDefault="00293633" w:rsidP="003A2AF0">
            <w:pPr>
              <w:rPr>
                <w:sz w:val="20"/>
                <w:szCs w:val="20"/>
              </w:rPr>
            </w:pPr>
          </w:p>
        </w:tc>
      </w:tr>
      <w:tr w:rsidR="00293633" w:rsidRPr="00F02886" w14:paraId="363AB993" w14:textId="77777777" w:rsidTr="00B465EC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2948" w:type="dxa"/>
            <w:gridSpan w:val="2"/>
          </w:tcPr>
          <w:p w14:paraId="45AA9816" w14:textId="3FF54A63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Kod zawodu</w:t>
            </w:r>
          </w:p>
          <w:p w14:paraId="3C995E22" w14:textId="77777777" w:rsidR="00293633" w:rsidRPr="00F02886" w:rsidRDefault="00293633" w:rsidP="003718D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</w:tcPr>
          <w:p w14:paraId="62BD0588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088A21AE" w14:textId="20857576" w:rsidR="00293633" w:rsidRPr="003A2AF0" w:rsidRDefault="003A2AF0" w:rsidP="003F4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492BB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Wnioskowana liczba kandydatów                           </w:t>
            </w:r>
            <w:r w:rsidRPr="00F02886">
              <w:rPr>
                <w:sz w:val="28"/>
                <w:szCs w:val="28"/>
              </w:rPr>
              <w:t>⁪⁪</w:t>
            </w:r>
          </w:p>
        </w:tc>
      </w:tr>
      <w:tr w:rsidR="007B690E" w:rsidRPr="00F02886" w14:paraId="3A00FF07" w14:textId="77777777" w:rsidTr="00B465EC">
        <w:tblPrEx>
          <w:tblBorders>
            <w:top w:val="single" w:sz="4" w:space="0" w:color="auto"/>
          </w:tblBorders>
        </w:tblPrEx>
        <w:trPr>
          <w:trHeight w:val="1035"/>
        </w:trPr>
        <w:tc>
          <w:tcPr>
            <w:tcW w:w="2948" w:type="dxa"/>
            <w:gridSpan w:val="2"/>
          </w:tcPr>
          <w:p w14:paraId="05EDFA12" w14:textId="77DD278C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>. Miejsce wykonywania pracy ………………………………....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159F4AD3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5A384E92" w14:textId="64A7A89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3"/>
          </w:tcPr>
          <w:p w14:paraId="3D2B1693" w14:textId="7CD308A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8</w:t>
            </w:r>
            <w:r w:rsidRPr="00F02886">
              <w:rPr>
                <w:sz w:val="20"/>
                <w:szCs w:val="20"/>
              </w:rPr>
              <w:t>. Dodatkowe informacje (możliwość zakwaterowania, itp.)</w:t>
            </w:r>
          </w:p>
          <w:p w14:paraId="390DCF95" w14:textId="6ED04AC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8C7E79">
              <w:rPr>
                <w:sz w:val="20"/>
                <w:szCs w:val="20"/>
              </w:rPr>
              <w:t>..</w:t>
            </w:r>
          </w:p>
        </w:tc>
        <w:tc>
          <w:tcPr>
            <w:tcW w:w="2694" w:type="dxa"/>
            <w:gridSpan w:val="2"/>
            <w:vMerge w:val="restart"/>
          </w:tcPr>
          <w:p w14:paraId="1D4F2768" w14:textId="11F83ADF" w:rsidR="008C7E79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9</w:t>
            </w:r>
            <w:r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Rodzaj umowy</w:t>
            </w:r>
          </w:p>
          <w:p w14:paraId="00A78D7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na czas nieokreślony</w:t>
            </w:r>
          </w:p>
          <w:p w14:paraId="36E9AE32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na czas określony</w:t>
            </w:r>
          </w:p>
          <w:p w14:paraId="3DCC89F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praca sezonowa         </w:t>
            </w:r>
            <w:r w:rsidRPr="00F02886">
              <w:rPr>
                <w:sz w:val="36"/>
                <w:szCs w:val="36"/>
              </w:rPr>
              <w:t>⁪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Pr="00F02886">
              <w:rPr>
                <w:sz w:val="28"/>
                <w:szCs w:val="28"/>
              </w:rPr>
              <w:t xml:space="preserve"> </w:t>
            </w:r>
          </w:p>
          <w:p w14:paraId="6AD5607B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4) umowa zlecenie</w:t>
            </w:r>
          </w:p>
          <w:p w14:paraId="16E33E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5) </w:t>
            </w:r>
            <w:r w:rsidR="003C1FB6" w:rsidRPr="00F02886">
              <w:rPr>
                <w:sz w:val="20"/>
                <w:szCs w:val="20"/>
              </w:rPr>
              <w:t>umowa o dzieło</w:t>
            </w:r>
          </w:p>
          <w:p w14:paraId="4CC5259C" w14:textId="0BF09233" w:rsidR="007B690E" w:rsidRPr="003C1FB6" w:rsidRDefault="003A2AF0" w:rsidP="003F430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3C1FB6" w:rsidRPr="00F02886">
              <w:rPr>
                <w:sz w:val="20"/>
                <w:szCs w:val="20"/>
              </w:rPr>
              <w:t>inne</w:t>
            </w:r>
            <w:r w:rsidR="003C1FB6">
              <w:rPr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2694" w:type="dxa"/>
            <w:vMerge w:val="restart"/>
          </w:tcPr>
          <w:p w14:paraId="4240C270" w14:textId="7266B98B" w:rsidR="007B690E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690E" w:rsidRPr="00F02886">
              <w:rPr>
                <w:sz w:val="20"/>
                <w:szCs w:val="20"/>
              </w:rPr>
              <w:t>. Wymiar czasu pracy</w:t>
            </w:r>
          </w:p>
          <w:p w14:paraId="49702AB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</w:p>
          <w:p w14:paraId="6F22804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Rozkład czasu pracy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(zmianowość)</w:t>
            </w:r>
          </w:p>
          <w:p w14:paraId="199FCB35" w14:textId="6EB74442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  <w:r w:rsidR="003A2AF0">
              <w:rPr>
                <w:sz w:val="20"/>
                <w:szCs w:val="20"/>
              </w:rPr>
              <w:t>………………………………</w:t>
            </w:r>
          </w:p>
          <w:p w14:paraId="224378B6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Godzina rozpoczęcia pracy</w:t>
            </w:r>
          </w:p>
          <w:p w14:paraId="117AAA66" w14:textId="77777777" w:rsidR="003C1FB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3A2AF0">
              <w:rPr>
                <w:sz w:val="20"/>
                <w:szCs w:val="20"/>
              </w:rPr>
              <w:t>.</w:t>
            </w:r>
          </w:p>
          <w:p w14:paraId="29E7BB16" w14:textId="77777777" w:rsidR="007B690E" w:rsidRPr="003C1FB6" w:rsidRDefault="007B690E" w:rsidP="003C1FB6">
            <w:pPr>
              <w:rPr>
                <w:sz w:val="20"/>
                <w:szCs w:val="20"/>
              </w:rPr>
            </w:pPr>
          </w:p>
        </w:tc>
      </w:tr>
      <w:tr w:rsidR="007B690E" w:rsidRPr="00F02886" w14:paraId="26230D42" w14:textId="77777777" w:rsidTr="00B465EC">
        <w:tblPrEx>
          <w:tblBorders>
            <w:top w:val="single" w:sz="4" w:space="0" w:color="auto"/>
          </w:tblBorders>
        </w:tblPrEx>
        <w:trPr>
          <w:trHeight w:val="1119"/>
        </w:trPr>
        <w:tc>
          <w:tcPr>
            <w:tcW w:w="2948" w:type="dxa"/>
            <w:gridSpan w:val="2"/>
          </w:tcPr>
          <w:p w14:paraId="534486AF" w14:textId="01252E53" w:rsidR="007B690E" w:rsidRDefault="00916BA0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1</w:t>
            </w:r>
            <w:r w:rsidR="007B690E"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sz w:val="20"/>
                <w:szCs w:val="20"/>
              </w:rPr>
              <w:t xml:space="preserve">Okres zatrudnienia </w:t>
            </w:r>
            <w:r w:rsidR="007B690E">
              <w:rPr>
                <w:sz w:val="20"/>
                <w:szCs w:val="20"/>
              </w:rPr>
              <w:br/>
            </w:r>
            <w:r w:rsidR="007B690E" w:rsidRPr="00F02886">
              <w:rPr>
                <w:sz w:val="20"/>
                <w:szCs w:val="20"/>
              </w:rPr>
              <w:t xml:space="preserve">w przypadku pracy na podstawie umowy </w:t>
            </w:r>
            <w:r w:rsidR="007B690E">
              <w:rPr>
                <w:sz w:val="20"/>
                <w:szCs w:val="20"/>
              </w:rPr>
              <w:t xml:space="preserve">o </w:t>
            </w:r>
            <w:r w:rsidR="007B690E" w:rsidRPr="00F02886">
              <w:rPr>
                <w:sz w:val="20"/>
                <w:szCs w:val="20"/>
              </w:rPr>
              <w:t>prac</w:t>
            </w:r>
            <w:r w:rsidR="007B690E">
              <w:rPr>
                <w:sz w:val="20"/>
                <w:szCs w:val="20"/>
              </w:rPr>
              <w:t>ę …………………</w:t>
            </w:r>
          </w:p>
          <w:p w14:paraId="06EFCAEF" w14:textId="77777777" w:rsidR="007B690E" w:rsidRPr="003A2AF0" w:rsidRDefault="007B690E" w:rsidP="003A2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…………………………………..</w:t>
            </w:r>
          </w:p>
        </w:tc>
        <w:tc>
          <w:tcPr>
            <w:tcW w:w="2551" w:type="dxa"/>
            <w:gridSpan w:val="3"/>
          </w:tcPr>
          <w:p w14:paraId="3848E0C2" w14:textId="57E51B14" w:rsidR="007B690E" w:rsidRPr="00F02886" w:rsidRDefault="00D02B5D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2</w:t>
            </w:r>
            <w:r w:rsidR="007B690E" w:rsidRPr="00F02886">
              <w:rPr>
                <w:sz w:val="20"/>
                <w:szCs w:val="20"/>
              </w:rPr>
              <w:t>. Wysokość wynagrodzenia brutto w zł (miesięcznie)</w:t>
            </w:r>
          </w:p>
          <w:p w14:paraId="5EE33337" w14:textId="77777777" w:rsidR="007B690E" w:rsidRPr="00F02886" w:rsidRDefault="007B690E" w:rsidP="008042B3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2694" w:type="dxa"/>
            <w:gridSpan w:val="2"/>
            <w:vMerge/>
          </w:tcPr>
          <w:p w14:paraId="4D309C6C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CEDB419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B690E" w:rsidRPr="00F02886" w14:paraId="2F1F25D0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29C05F37" w14:textId="08B9912E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System wynagradzania (akordowy, prowizyjny, czasowy)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………………………………………</w:t>
            </w:r>
            <w:r w:rsidR="003C1FB6">
              <w:rPr>
                <w:sz w:val="20"/>
                <w:szCs w:val="20"/>
              </w:rPr>
              <w:t>………...</w:t>
            </w:r>
          </w:p>
        </w:tc>
        <w:tc>
          <w:tcPr>
            <w:tcW w:w="5388" w:type="dxa"/>
            <w:gridSpan w:val="3"/>
          </w:tcPr>
          <w:p w14:paraId="54118A56" w14:textId="62907376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Data rozpoczęcia pracy</w:t>
            </w:r>
            <w:r>
              <w:rPr>
                <w:sz w:val="20"/>
                <w:szCs w:val="20"/>
              </w:rPr>
              <w:t xml:space="preserve"> ……………………………………</w:t>
            </w:r>
          </w:p>
          <w:p w14:paraId="3FF4D86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</w:t>
            </w:r>
          </w:p>
        </w:tc>
      </w:tr>
      <w:tr w:rsidR="007B690E" w:rsidRPr="00F02886" w14:paraId="2E3E1938" w14:textId="77777777" w:rsidTr="00B465EC">
        <w:tblPrEx>
          <w:tblBorders>
            <w:top w:val="single" w:sz="4" w:space="0" w:color="auto"/>
          </w:tblBorders>
        </w:tblPrEx>
        <w:trPr>
          <w:trHeight w:val="2370"/>
        </w:trPr>
        <w:tc>
          <w:tcPr>
            <w:tcW w:w="5499" w:type="dxa"/>
            <w:gridSpan w:val="5"/>
            <w:vMerge w:val="restart"/>
          </w:tcPr>
          <w:p w14:paraId="58FA6518" w14:textId="5558A68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>. Oczekiwania pracodawcy wobec kandydatów do pracy</w:t>
            </w:r>
          </w:p>
          <w:p w14:paraId="19051CF7" w14:textId="1C385B9A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poziom wykształcenia …………………………………………</w:t>
            </w:r>
          </w:p>
          <w:p w14:paraId="7435020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doświadczenie zawodowe……………………………………..</w:t>
            </w:r>
          </w:p>
          <w:p w14:paraId="309AA4C6" w14:textId="74D1ED46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uprawnienia …………………………………………………</w:t>
            </w:r>
            <w:r w:rsidR="005E3ECC">
              <w:rPr>
                <w:sz w:val="20"/>
                <w:szCs w:val="20"/>
              </w:rPr>
              <w:t>...</w:t>
            </w:r>
          </w:p>
          <w:p w14:paraId="78EDB6D7" w14:textId="75E263C9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umiejętności…………….</w:t>
            </w:r>
            <w:r w:rsidR="007B690E" w:rsidRPr="00F02886">
              <w:rPr>
                <w:sz w:val="20"/>
                <w:szCs w:val="20"/>
              </w:rPr>
              <w:t>…………………………………….</w:t>
            </w:r>
            <w:r w:rsidR="005E3ECC">
              <w:rPr>
                <w:sz w:val="20"/>
                <w:szCs w:val="20"/>
              </w:rPr>
              <w:t>..</w:t>
            </w:r>
          </w:p>
          <w:p w14:paraId="528C4E84" w14:textId="6FEB31F8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690E" w:rsidRPr="00F02886">
              <w:rPr>
                <w:sz w:val="20"/>
                <w:szCs w:val="20"/>
              </w:rPr>
              <w:t xml:space="preserve">) znajomość języków obcych </w:t>
            </w:r>
          </w:p>
          <w:p w14:paraId="6BACF3E5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Język………………………</w:t>
            </w:r>
            <w:r w:rsidR="005E3ECC">
              <w:rPr>
                <w:sz w:val="20"/>
                <w:szCs w:val="20"/>
              </w:rPr>
              <w:t xml:space="preserve">…. </w:t>
            </w:r>
            <w:r w:rsidRPr="00F02886">
              <w:rPr>
                <w:sz w:val="20"/>
                <w:szCs w:val="20"/>
              </w:rPr>
              <w:t>poziom………………………….</w:t>
            </w:r>
          </w:p>
          <w:p w14:paraId="65157F24" w14:textId="0203347B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B690E">
              <w:rPr>
                <w:sz w:val="20"/>
                <w:szCs w:val="20"/>
              </w:rPr>
              <w:t>)</w:t>
            </w:r>
            <w:r w:rsidR="003C1FB6">
              <w:rPr>
                <w:sz w:val="20"/>
                <w:szCs w:val="20"/>
              </w:rPr>
              <w:t xml:space="preserve"> inne ……………………………………………………………</w:t>
            </w:r>
          </w:p>
          <w:p w14:paraId="04BB781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Wymagane dokumenty na rozmowę kwalifikacyjną</w:t>
            </w:r>
          </w:p>
          <w:p w14:paraId="26FB1FC4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5388" w:type="dxa"/>
            <w:gridSpan w:val="3"/>
          </w:tcPr>
          <w:p w14:paraId="0AFE5D07" w14:textId="51D190F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6</w:t>
            </w:r>
            <w:r w:rsidRPr="00F02886">
              <w:rPr>
                <w:sz w:val="20"/>
                <w:szCs w:val="20"/>
              </w:rPr>
              <w:t>. Ogólny zakres obowiązków</w:t>
            </w:r>
          </w:p>
          <w:p w14:paraId="5B43793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</w:t>
            </w:r>
          </w:p>
          <w:p w14:paraId="468DD1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9B58BDF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54C3B5EA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7326ABEB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…………………………………………………………………..</w:t>
            </w:r>
          </w:p>
          <w:p w14:paraId="2D9E5560" w14:textId="77777777" w:rsidR="007B690E" w:rsidRPr="003718DA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</w:tc>
      </w:tr>
      <w:tr w:rsidR="007B690E" w:rsidRPr="00F02886" w14:paraId="108CFC03" w14:textId="77777777" w:rsidTr="00B465EC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5499" w:type="dxa"/>
            <w:gridSpan w:val="5"/>
            <w:vMerge/>
          </w:tcPr>
          <w:p w14:paraId="1F5A4EE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66922B1E" w14:textId="55DD0AF5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 xml:space="preserve">.Zainteresowanie zatrudnieniem kandydatów EOG </w:t>
            </w:r>
            <w:r w:rsidR="009A6569">
              <w:rPr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nie</w:t>
            </w:r>
            <w:r w:rsidRPr="00F02886">
              <w:rPr>
                <w:sz w:val="20"/>
                <w:szCs w:val="20"/>
              </w:rPr>
              <w:t>*</w:t>
            </w:r>
          </w:p>
        </w:tc>
      </w:tr>
      <w:tr w:rsidR="00D351AC" w:rsidRPr="00F02886" w14:paraId="78479316" w14:textId="77777777" w:rsidTr="009664C4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10887" w:type="dxa"/>
            <w:gridSpan w:val="8"/>
          </w:tcPr>
          <w:p w14:paraId="6E3B6762" w14:textId="316E6272" w:rsidR="00D351AC" w:rsidRDefault="00BE373F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51AC" w:rsidRPr="00B1681B">
              <w:rPr>
                <w:sz w:val="20"/>
                <w:szCs w:val="20"/>
              </w:rPr>
              <w:t>. Oferta zgłaszana w celu uzyskania informacji starosty na temat możliwości zaspokojenia potrzeb kadrowych podmiotu powierzającego wykonywanie pracy cudzoziemcowi obejmująca obywateli polskich i cudzoziemców określonych w art. 87 ust. 1 pkt 1-11 ustawy z dnia 20 kwietnia 2004</w:t>
            </w:r>
            <w:r w:rsidR="00D351AC">
              <w:rPr>
                <w:sz w:val="20"/>
                <w:szCs w:val="20"/>
              </w:rPr>
              <w:t xml:space="preserve"> </w:t>
            </w:r>
            <w:r w:rsidR="00D351AC" w:rsidRPr="00B1681B">
              <w:rPr>
                <w:sz w:val="20"/>
                <w:szCs w:val="20"/>
              </w:rPr>
              <w:t xml:space="preserve">r. o promocji zatrudnienia i instytucjach rynku pracy, zarejestrowanych jako osoby bezrobotne lub poszukujące pracy  </w:t>
            </w:r>
            <w:r w:rsidR="00D351AC" w:rsidRPr="00B1681B">
              <w:rPr>
                <w:b/>
                <w:bCs/>
                <w:sz w:val="20"/>
                <w:szCs w:val="20"/>
              </w:rPr>
              <w:t>tak / nie*</w:t>
            </w:r>
            <w:r w:rsidR="00D351AC" w:rsidRPr="00B1681B">
              <w:rPr>
                <w:sz w:val="20"/>
                <w:szCs w:val="20"/>
              </w:rPr>
              <w:t xml:space="preserve">  </w:t>
            </w:r>
          </w:p>
          <w:p w14:paraId="77FA110F" w14:textId="77777777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</w:t>
            </w:r>
            <w:r w:rsidRPr="00286DEB">
              <w:rPr>
                <w:b/>
                <w:bCs/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to prosimy o określenie typu (procedury), w ramach której składany będzie wniosek:</w:t>
            </w:r>
          </w:p>
          <w:p w14:paraId="4F6D7365" w14:textId="77777777" w:rsidR="00D351AC" w:rsidRPr="00E129E6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 xml:space="preserve">zezwolenie na pracę cudzoziemca typu A (art. 88 pkt 1 ustawy o promocji zatrudnienia i instytucjach rynku pracy) </w:t>
            </w:r>
          </w:p>
          <w:p w14:paraId="34F0C8C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>zezwolenie na pobyt czasowy i pracę cudzoziemca (art. 114 ustawy o cudzoziemcach)</w:t>
            </w:r>
          </w:p>
          <w:p w14:paraId="1453410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902F3">
              <w:rPr>
                <w:sz w:val="20"/>
                <w:szCs w:val="20"/>
              </w:rPr>
              <w:t>zezwolenie na pobyt czasowy w zawodzie wymagającym wysokich kwalifikacji (art. 127 ustawy o cudzoziemcach)</w:t>
            </w:r>
          </w:p>
          <w:p w14:paraId="58F26F00" w14:textId="0B54F815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zezwolenie na pracę sezonową (art. 88 pkt 2 ustawy o promocji zatrudnienia i instytucjach rynku pracy)</w:t>
            </w:r>
          </w:p>
          <w:p w14:paraId="5ABF4F07" w14:textId="67993B73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1681B">
              <w:rPr>
                <w:bCs/>
                <w:sz w:val="20"/>
                <w:szCs w:val="20"/>
              </w:rPr>
              <w:t xml:space="preserve">Pracodawca wyraża zgodę na kierowanie przez PUP kandydatów do pracy spełniających wymagania oferty? </w:t>
            </w:r>
            <w:r w:rsidRPr="00674D72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nie*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8B0F9D" w:rsidRPr="00F02886" w14:paraId="6D55D7FB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1F8285DB" w14:textId="4B6C1820" w:rsidR="008B0F9D" w:rsidRPr="00F02886" w:rsidRDefault="00124267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lastRenderedPageBreak/>
              <w:t>I</w:t>
            </w:r>
            <w:r>
              <w:rPr>
                <w:b/>
                <w:sz w:val="20"/>
                <w:szCs w:val="20"/>
              </w:rPr>
              <w:t>V</w:t>
            </w:r>
            <w:r w:rsidRPr="00F02886">
              <w:rPr>
                <w:b/>
                <w:sz w:val="20"/>
                <w:szCs w:val="20"/>
              </w:rPr>
              <w:t>. Informacje dotyczące postępowania z ofertą pracy</w:t>
            </w:r>
          </w:p>
        </w:tc>
      </w:tr>
      <w:tr w:rsidR="007B690E" w:rsidRPr="00593128" w14:paraId="63078F1B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E95DA" w14:textId="5297D2BB" w:rsidR="007B690E" w:rsidRPr="00593128" w:rsidRDefault="00852374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9</w:t>
            </w:r>
            <w:r w:rsidR="007B690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>Okres aktualności oferty od  ………………………….  do  ……………………………………………</w:t>
            </w:r>
            <w:r w:rsidR="005E3ECC">
              <w:rPr>
                <w:sz w:val="20"/>
                <w:szCs w:val="20"/>
              </w:rPr>
              <w:t>……………………………</w:t>
            </w:r>
          </w:p>
        </w:tc>
      </w:tr>
      <w:tr w:rsidR="007B09F9" w:rsidRPr="00593128" w14:paraId="79F6FC65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3409E084" w14:textId="6BBF8576" w:rsidR="007B09F9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B09F9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09F9">
              <w:rPr>
                <w:sz w:val="20"/>
                <w:szCs w:val="20"/>
              </w:rPr>
              <w:t xml:space="preserve">Podmiot </w:t>
            </w:r>
            <w:r w:rsidR="007B09F9" w:rsidRPr="005D2E01">
              <w:rPr>
                <w:b/>
                <w:bCs/>
                <w:sz w:val="20"/>
                <w:szCs w:val="20"/>
              </w:rPr>
              <w:t>wyraża/nie wyraża</w:t>
            </w:r>
            <w:r w:rsidR="009F2516">
              <w:rPr>
                <w:b/>
                <w:bCs/>
                <w:sz w:val="20"/>
                <w:szCs w:val="20"/>
              </w:rPr>
              <w:t>*</w:t>
            </w:r>
            <w:r w:rsidR="007B09F9">
              <w:rPr>
                <w:sz w:val="20"/>
                <w:szCs w:val="20"/>
              </w:rPr>
              <w:t xml:space="preserve"> zgody na tłumaczenie oferty pracy na język: angielski, rosyjski, białoruski, ukraiński*</w:t>
            </w:r>
          </w:p>
        </w:tc>
      </w:tr>
      <w:tr w:rsidR="007B690E" w:rsidRPr="00593128" w14:paraId="3EBF0C48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DA3BC" w14:textId="53554ADB" w:rsidR="007B690E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7B690E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 xml:space="preserve">Upowszechnianie oferty pracy w wybranych państwach EOG  </w:t>
            </w:r>
            <w:r w:rsidR="007B690E" w:rsidRPr="00674D72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nie*</w:t>
            </w:r>
            <w:r w:rsidR="009F2516">
              <w:rPr>
                <w:sz w:val="20"/>
                <w:szCs w:val="20"/>
              </w:rPr>
              <w:t xml:space="preserve"> j</w:t>
            </w:r>
            <w:r w:rsidR="007B690E">
              <w:rPr>
                <w:sz w:val="20"/>
                <w:szCs w:val="20"/>
              </w:rPr>
              <w:t>eśli tak to jakich………………………………………</w:t>
            </w:r>
            <w:r w:rsidR="009A6569">
              <w:rPr>
                <w:sz w:val="20"/>
                <w:szCs w:val="20"/>
              </w:rPr>
              <w:t>.</w:t>
            </w:r>
          </w:p>
        </w:tc>
      </w:tr>
      <w:tr w:rsidR="007B690E" w:rsidRPr="00F02886" w14:paraId="3AE5B3A4" w14:textId="77777777" w:rsidTr="00B465EC">
        <w:tc>
          <w:tcPr>
            <w:tcW w:w="10887" w:type="dxa"/>
            <w:gridSpan w:val="8"/>
          </w:tcPr>
          <w:p w14:paraId="42470DB5" w14:textId="5E46ACDF" w:rsidR="007B690E" w:rsidRPr="00F02886" w:rsidRDefault="00916BA0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E373F">
              <w:rPr>
                <w:sz w:val="20"/>
                <w:szCs w:val="20"/>
              </w:rPr>
              <w:t>2</w:t>
            </w:r>
            <w:r w:rsidR="002248E2">
              <w:rPr>
                <w:sz w:val="20"/>
                <w:szCs w:val="20"/>
              </w:rPr>
              <w:t>.</w:t>
            </w:r>
            <w:r w:rsidR="007B690E" w:rsidRPr="00F02886">
              <w:rPr>
                <w:sz w:val="20"/>
                <w:szCs w:val="20"/>
              </w:rPr>
              <w:t xml:space="preserve"> Przekazanie oferty pracy do wskazanych powiatowych urzędów pracy </w:t>
            </w:r>
            <w:r w:rsidR="009A6569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nie</w:t>
            </w:r>
            <w:r w:rsidR="007B690E" w:rsidRPr="00F02886">
              <w:rPr>
                <w:sz w:val="20"/>
                <w:szCs w:val="20"/>
              </w:rPr>
              <w:t>* jeśli tak to jakich……………………………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</w:tr>
    </w:tbl>
    <w:p w14:paraId="655016FE" w14:textId="77777777" w:rsidR="00407357" w:rsidRDefault="00407357" w:rsidP="00B6542F">
      <w:pPr>
        <w:spacing w:line="276" w:lineRule="auto"/>
        <w:rPr>
          <w:b/>
          <w:sz w:val="20"/>
          <w:szCs w:val="20"/>
        </w:rPr>
      </w:pPr>
    </w:p>
    <w:p w14:paraId="6F9D6215" w14:textId="07A879AA" w:rsidR="0061479D" w:rsidRPr="00407357" w:rsidRDefault="0061479D" w:rsidP="00407357">
      <w:pPr>
        <w:spacing w:line="276" w:lineRule="auto"/>
        <w:ind w:left="284"/>
        <w:rPr>
          <w:b/>
          <w:sz w:val="20"/>
          <w:szCs w:val="20"/>
        </w:rPr>
      </w:pPr>
      <w:r>
        <w:rPr>
          <w:b/>
          <w:sz w:val="22"/>
          <w:szCs w:val="22"/>
        </w:rPr>
        <w:t>Oświadczenie pracodawcy:</w:t>
      </w:r>
    </w:p>
    <w:p w14:paraId="03C8AD07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oferta pracy zgłoszona tylko do PUP w Lesznie/ oferta zgłoszona wczesnej do innego PUP*</w:t>
      </w:r>
    </w:p>
    <w:p w14:paraId="44A2A083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oferty otwartej wyrażam zgodę na podawanie do publicznej wiadomości informacji umożliwiających identyfikację pracodawcy przez osoby niezarejestrowane w PUP,</w:t>
      </w:r>
    </w:p>
    <w:p w14:paraId="2DF4998F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365 dni przed dniem zgłoszenia oferty pracy  </w:t>
      </w:r>
      <w:r>
        <w:rPr>
          <w:b/>
          <w:sz w:val="22"/>
          <w:szCs w:val="22"/>
        </w:rPr>
        <w:t>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 / nie 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)*</w:t>
      </w:r>
      <w:r>
        <w:rPr>
          <w:sz w:val="22"/>
          <w:szCs w:val="22"/>
        </w:rPr>
        <w:t xml:space="preserve"> ukarany(-a) lub skazany(-a) prawomocnym wyrokiem za naruszenie przepisów prawa pracy lub </w:t>
      </w:r>
      <w:r>
        <w:rPr>
          <w:b/>
          <w:sz w:val="22"/>
          <w:szCs w:val="22"/>
        </w:rPr>
        <w:t>jestem / nie jestem</w:t>
      </w:r>
      <w:r>
        <w:rPr>
          <w:sz w:val="22"/>
          <w:szCs w:val="22"/>
        </w:rPr>
        <w:t>* objęty(-a) postępowaniem dotyczącym naruszenia przepisów prawa pracy,</w:t>
      </w:r>
    </w:p>
    <w:p w14:paraId="1BB3BFDE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oferta nie zawiera wymagań, które naruszają zasadę równego traktowania w zatrudnieniu w rozumieniu przepisów prawa pracy w szczególności ze względu na płeć, wiek, niepełnosprawność, rasę, religię, narodowość, przekonania polityczne, przynależność związkową, pochodzenie etniczne, wyznanie lub orientację seksualną,</w:t>
      </w:r>
    </w:p>
    <w:p w14:paraId="59D474F9" w14:textId="3A6697EF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zobowiązuję się do niezwłocznego powiadomienia PUP w przypadku utraty aktualności oferty.</w:t>
      </w:r>
    </w:p>
    <w:p w14:paraId="53DE0E59" w14:textId="2F174B8B" w:rsidR="00A3163F" w:rsidRPr="00F12058" w:rsidRDefault="00A3163F" w:rsidP="00F12058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12058">
        <w:rPr>
          <w:sz w:val="22"/>
          <w:szCs w:val="22"/>
        </w:rPr>
        <w:t>zostałem(-</w:t>
      </w:r>
      <w:proofErr w:type="spellStart"/>
      <w:r w:rsidRPr="00F12058">
        <w:rPr>
          <w:sz w:val="22"/>
          <w:szCs w:val="22"/>
        </w:rPr>
        <w:t>am</w:t>
      </w:r>
      <w:proofErr w:type="spellEnd"/>
      <w:r w:rsidRPr="00F12058">
        <w:rPr>
          <w:sz w:val="22"/>
          <w:szCs w:val="22"/>
        </w:rPr>
        <w:t xml:space="preserve">) poinformowany(-a), że dane dotyczące zgłoszonej krajowej oferty pracy są publikowane na stronie internetowej Centralnej Bazy Ofert Pracy </w:t>
      </w:r>
      <w:hyperlink r:id="rId6" w:history="1">
        <w:r w:rsidR="00B83252" w:rsidRPr="00F12058">
          <w:rPr>
            <w:sz w:val="22"/>
            <w:szCs w:val="22"/>
          </w:rPr>
          <w:t xml:space="preserve">(CBOP) </w:t>
        </w:r>
        <w:r w:rsidR="00B83252" w:rsidRPr="00F12058">
          <w:rPr>
            <w:rStyle w:val="Hipercze"/>
            <w:sz w:val="22"/>
            <w:szCs w:val="22"/>
          </w:rPr>
          <w:t>oferty.praca.gov.pl</w:t>
        </w:r>
      </w:hyperlink>
      <w:r w:rsidR="00F12058" w:rsidRPr="00F12058">
        <w:rPr>
          <w:sz w:val="22"/>
          <w:szCs w:val="22"/>
        </w:rPr>
        <w:t xml:space="preserve">, oraz dostępne w aplikacji </w:t>
      </w:r>
      <w:proofErr w:type="spellStart"/>
      <w:r w:rsidR="00F12058" w:rsidRPr="00F12058">
        <w:rPr>
          <w:sz w:val="22"/>
          <w:szCs w:val="22"/>
        </w:rPr>
        <w:t>ePraca</w:t>
      </w:r>
      <w:proofErr w:type="spellEnd"/>
      <w:r w:rsidR="00F12058" w:rsidRPr="00F12058">
        <w:rPr>
          <w:sz w:val="22"/>
          <w:szCs w:val="22"/>
        </w:rPr>
        <w:t>, a także mogą zostać rozpowszechnione na innych portalach, które mają zawart</w:t>
      </w:r>
      <w:r w:rsidR="00322719">
        <w:rPr>
          <w:sz w:val="22"/>
          <w:szCs w:val="22"/>
        </w:rPr>
        <w:t>ą</w:t>
      </w:r>
      <w:r w:rsidR="00F12058" w:rsidRPr="00F12058">
        <w:rPr>
          <w:sz w:val="22"/>
          <w:szCs w:val="22"/>
        </w:rPr>
        <w:t xml:space="preserve"> umow</w:t>
      </w:r>
      <w:r w:rsidR="00322719">
        <w:rPr>
          <w:sz w:val="22"/>
          <w:szCs w:val="22"/>
        </w:rPr>
        <w:t>ę</w:t>
      </w:r>
      <w:r w:rsidR="00F12058" w:rsidRPr="00F12058">
        <w:rPr>
          <w:sz w:val="22"/>
          <w:szCs w:val="22"/>
        </w:rPr>
        <w:t xml:space="preserve"> z Ministrem właściwym ds. pracy.</w:t>
      </w:r>
    </w:p>
    <w:p w14:paraId="46985FAE" w14:textId="77777777" w:rsidR="0061479D" w:rsidRDefault="0061479D" w:rsidP="0061479D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14:paraId="1B6FFC5B" w14:textId="477E8349" w:rsidR="00B063A4" w:rsidRDefault="00293633" w:rsidP="00DD7538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</w:t>
      </w:r>
    </w:p>
    <w:p w14:paraId="28B03295" w14:textId="77777777" w:rsidR="00DD7538" w:rsidRDefault="00DD7538" w:rsidP="00DD7538">
      <w:pPr>
        <w:jc w:val="both"/>
        <w:rPr>
          <w:sz w:val="20"/>
          <w:szCs w:val="20"/>
        </w:rPr>
      </w:pPr>
      <w:r w:rsidRPr="00FB072E">
        <w:rPr>
          <w:sz w:val="20"/>
          <w:szCs w:val="20"/>
        </w:rPr>
        <w:t>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 związku z przetwarzaniem danych osobowych  i w sprawie swobodnego przepływu takich danych oraz uchylenia dyrektywy 95/46/WE (ogólne rozporządzenie o ochronie danych) (Dz. Urz. UE L 119 z 4.05.2016) wobec osób fizycznych, od których dane osobowe bezpośrednio lub pośrednio pozyskałem w celu złożenia oferty.</w:t>
      </w:r>
    </w:p>
    <w:p w14:paraId="4B178E66" w14:textId="77777777" w:rsidR="006C6875" w:rsidRDefault="006C6875" w:rsidP="00DD7538">
      <w:pPr>
        <w:jc w:val="both"/>
        <w:rPr>
          <w:sz w:val="20"/>
          <w:szCs w:val="20"/>
        </w:rPr>
      </w:pPr>
    </w:p>
    <w:p w14:paraId="056A0976" w14:textId="77777777" w:rsidR="006C6875" w:rsidRDefault="006C6875" w:rsidP="00DD7538">
      <w:pPr>
        <w:jc w:val="both"/>
        <w:rPr>
          <w:sz w:val="20"/>
          <w:szCs w:val="20"/>
        </w:rPr>
      </w:pPr>
    </w:p>
    <w:p w14:paraId="38AF5FF8" w14:textId="77777777" w:rsidR="006C6875" w:rsidRDefault="006C6875" w:rsidP="00DD7538">
      <w:pPr>
        <w:jc w:val="both"/>
        <w:rPr>
          <w:sz w:val="20"/>
          <w:szCs w:val="20"/>
        </w:rPr>
      </w:pPr>
    </w:p>
    <w:p w14:paraId="472B2A29" w14:textId="77777777" w:rsidR="006C6875" w:rsidRPr="006C6875" w:rsidRDefault="006C6875" w:rsidP="006C6875">
      <w:pPr>
        <w:jc w:val="center"/>
        <w:rPr>
          <w:b/>
          <w:bCs/>
          <w:kern w:val="1"/>
          <w:sz w:val="20"/>
          <w:szCs w:val="20"/>
        </w:rPr>
      </w:pPr>
      <w:r w:rsidRPr="006C6875">
        <w:rPr>
          <w:b/>
          <w:bCs/>
          <w:kern w:val="1"/>
          <w:sz w:val="20"/>
          <w:szCs w:val="20"/>
        </w:rPr>
        <w:t>Klauzula informacyjna w związku ze zgłoszeniem krajowej oferty pracy</w:t>
      </w:r>
    </w:p>
    <w:p w14:paraId="5DFD54AA" w14:textId="77777777" w:rsidR="006C6875" w:rsidRPr="006C6875" w:rsidRDefault="006C6875" w:rsidP="006C6875">
      <w:pPr>
        <w:jc w:val="both"/>
        <w:rPr>
          <w:b/>
          <w:bCs/>
          <w:kern w:val="1"/>
          <w:sz w:val="20"/>
          <w:szCs w:val="20"/>
        </w:rPr>
      </w:pPr>
    </w:p>
    <w:p w14:paraId="5AA5DB91" w14:textId="77777777" w:rsidR="006C6875" w:rsidRPr="006C6875" w:rsidRDefault="006C6875" w:rsidP="006C6875">
      <w:p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4.05.2016) (dalej: Rozporządzenia) informujemy, iż:</w:t>
      </w:r>
    </w:p>
    <w:p w14:paraId="27E53367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 xml:space="preserve">Administratorem danych osobowych (dalej Administrator) jest Powiatowy Urząd Pracy w Lesznie, którego reprezentuje Dyrektor Powiatowego Urząd Pracy w Lesznie z siedzibą przy ul. Śniadeckich 5, 64-100 Leszno, dane kontaktowe: numer telefonu 65 529 50 67, fax 65 529 94 33, adres email: </w:t>
      </w:r>
      <w:hyperlink r:id="rId7" w:history="1">
        <w:r w:rsidRPr="006C6875">
          <w:rPr>
            <w:rStyle w:val="Hipercze"/>
            <w:kern w:val="1"/>
            <w:sz w:val="20"/>
            <w:szCs w:val="20"/>
          </w:rPr>
          <w:t>pole@praca.gov.pl</w:t>
        </w:r>
      </w:hyperlink>
    </w:p>
    <w:p w14:paraId="1EF1B536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 xml:space="preserve">Dane kontaktowe Inspektora ochrony danych: numer telefonu 65 529 94 33, 65 529 50 67, adres email: </w:t>
      </w:r>
      <w:hyperlink r:id="rId8" w:history="1">
        <w:r w:rsidRPr="006C6875">
          <w:rPr>
            <w:rStyle w:val="Hipercze"/>
            <w:kern w:val="1"/>
            <w:sz w:val="20"/>
            <w:szCs w:val="20"/>
          </w:rPr>
          <w:t>iodo@leszno.praca.gov.pl</w:t>
        </w:r>
      </w:hyperlink>
      <w:r w:rsidRPr="006C6875">
        <w:rPr>
          <w:kern w:val="1"/>
          <w:sz w:val="20"/>
          <w:szCs w:val="20"/>
        </w:rPr>
        <w:t>.</w:t>
      </w:r>
    </w:p>
    <w:p w14:paraId="39C19456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iCs/>
          <w:kern w:val="1"/>
          <w:sz w:val="20"/>
          <w:szCs w:val="20"/>
        </w:rPr>
        <w:t>Pani/Pana dane osobowe przetwarzane będą na podstawie: art. 6 ust 1 lit. c Rozporządzenia w oparciu o art. 36 ustawy o promocji zatrudnienia i instytucjach rynku pracy (</w:t>
      </w:r>
      <w:proofErr w:type="spellStart"/>
      <w:r w:rsidRPr="006C6875">
        <w:rPr>
          <w:iCs/>
          <w:kern w:val="1"/>
          <w:sz w:val="20"/>
          <w:szCs w:val="20"/>
        </w:rPr>
        <w:t>Dz.u</w:t>
      </w:r>
      <w:proofErr w:type="spellEnd"/>
      <w:r w:rsidRPr="006C6875">
        <w:rPr>
          <w:iCs/>
          <w:kern w:val="1"/>
          <w:sz w:val="20"/>
          <w:szCs w:val="20"/>
        </w:rPr>
        <w:t xml:space="preserve">. z 2024r. poz. 475 z </w:t>
      </w:r>
      <w:proofErr w:type="spellStart"/>
      <w:r w:rsidRPr="006C6875">
        <w:rPr>
          <w:iCs/>
          <w:kern w:val="1"/>
          <w:sz w:val="20"/>
          <w:szCs w:val="20"/>
        </w:rPr>
        <w:t>póź</w:t>
      </w:r>
      <w:proofErr w:type="spellEnd"/>
      <w:r w:rsidRPr="006C6875">
        <w:rPr>
          <w:iCs/>
          <w:kern w:val="1"/>
          <w:sz w:val="20"/>
          <w:szCs w:val="20"/>
        </w:rPr>
        <w:t>. zm.) oraz aktów wykonawczych/Rozporządzenia Ministra Pracy i Polityki Społecznej z dnia 14.05.2014r. w sprawie szczegółowych warunków realizacji oraz trybu i sposobów prowadzenia usług rynku pracy w celu zgłoszenia krajowej oferty pracy</w:t>
      </w:r>
    </w:p>
    <w:p w14:paraId="5264782A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W związku z przetwarzaniem danych w celu wskazanym w pkt 3, Pani/Pana dane osobowe mogą być udostępniane podmiotom uprawnionym na podstawie przepisów prawa, a także przez podmioty, z którymi Administrator zawarł umowy powierzenia przetwarzania danych osobowych.</w:t>
      </w:r>
    </w:p>
    <w:p w14:paraId="7362C3B0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Pani/Pana dane osobowe od momentu pozyskania będą przechowywane przez okres wynikający z regulacji prawnych - kategorii archiwalnej dokumentacji, określonej w rzeczowym wykazie akt dostępnym w siedzibie PUP w Lesznie. Kat. B5.</w:t>
      </w:r>
    </w:p>
    <w:p w14:paraId="2EFA2E60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W związku z przetwarzaniem przez Administratora danych osobowych ma Pani/Pan: prawo do żądania od Administratora dostępu do swoich danych osobowych, ich sprostowania oraz ograniczenia przetwarzania.</w:t>
      </w:r>
    </w:p>
    <w:p w14:paraId="4ED1E108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W przypadku uznania, że przetwarzanie przez Administratora Pani/Pana danych osobowych narusza przepisy Rozporządzenia, przysługuje Pani/Panu prawo do wniesienia skargi do organu nadzorczego, tj. do Prezesa Urzędu Ochrony Danych Osobowych.</w:t>
      </w:r>
    </w:p>
    <w:p w14:paraId="64B2C6AC" w14:textId="77777777" w:rsidR="006C6875" w:rsidRPr="006C6875" w:rsidRDefault="006C6875" w:rsidP="006C6875">
      <w:pPr>
        <w:numPr>
          <w:ilvl w:val="0"/>
          <w:numId w:val="6"/>
        </w:numPr>
        <w:jc w:val="both"/>
        <w:rPr>
          <w:kern w:val="1"/>
          <w:sz w:val="20"/>
          <w:szCs w:val="20"/>
        </w:rPr>
      </w:pPr>
      <w:r w:rsidRPr="006C6875">
        <w:rPr>
          <w:kern w:val="1"/>
          <w:sz w:val="20"/>
          <w:szCs w:val="20"/>
        </w:rPr>
        <w:t>Podanie danych osobowych jest wymogiem koniecznym niezbędnym do realizacji w/w celu.</w:t>
      </w:r>
    </w:p>
    <w:p w14:paraId="397C9B5D" w14:textId="77777777" w:rsidR="006C6875" w:rsidRPr="006C6875" w:rsidRDefault="006C6875" w:rsidP="006C6875">
      <w:pPr>
        <w:jc w:val="both"/>
        <w:rPr>
          <w:kern w:val="1"/>
          <w:sz w:val="20"/>
          <w:szCs w:val="20"/>
        </w:rPr>
      </w:pPr>
    </w:p>
    <w:p w14:paraId="0E2A91A9" w14:textId="77777777" w:rsidR="006C6875" w:rsidRPr="006C6875" w:rsidRDefault="006C6875" w:rsidP="00DD7538">
      <w:pPr>
        <w:jc w:val="both"/>
        <w:rPr>
          <w:kern w:val="1"/>
          <w:sz w:val="20"/>
          <w:szCs w:val="20"/>
        </w:rPr>
      </w:pPr>
    </w:p>
    <w:p w14:paraId="0FC7FB6F" w14:textId="77777777" w:rsidR="006C6875" w:rsidRPr="00FB072E" w:rsidRDefault="006C6875" w:rsidP="00DD7538">
      <w:pPr>
        <w:jc w:val="both"/>
        <w:rPr>
          <w:sz w:val="22"/>
          <w:szCs w:val="22"/>
        </w:rPr>
      </w:pPr>
    </w:p>
    <w:p w14:paraId="56806351" w14:textId="77777777" w:rsidR="00B063A4" w:rsidRDefault="00B063A4" w:rsidP="006C6875">
      <w:pPr>
        <w:spacing w:line="276" w:lineRule="auto"/>
        <w:rPr>
          <w:sz w:val="22"/>
          <w:szCs w:val="22"/>
        </w:rPr>
      </w:pPr>
    </w:p>
    <w:p w14:paraId="166EFE28" w14:textId="1CF4F0AA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</w:t>
      </w:r>
      <w:r w:rsidR="00107899" w:rsidRPr="00514274">
        <w:rPr>
          <w:sz w:val="22"/>
          <w:szCs w:val="22"/>
        </w:rPr>
        <w:tab/>
      </w:r>
      <w:r w:rsidR="006C6875">
        <w:rPr>
          <w:sz w:val="22"/>
          <w:szCs w:val="22"/>
        </w:rPr>
        <w:t xml:space="preserve">            </w:t>
      </w:r>
      <w:r w:rsidR="00107899" w:rsidRPr="00514274">
        <w:rPr>
          <w:sz w:val="22"/>
          <w:szCs w:val="22"/>
        </w:rPr>
        <w:t xml:space="preserve">   </w:t>
      </w:r>
      <w:r w:rsidR="006C6875">
        <w:rPr>
          <w:sz w:val="22"/>
          <w:szCs w:val="22"/>
        </w:rPr>
        <w:t xml:space="preserve">       </w:t>
      </w:r>
      <w:r w:rsidR="00107899" w:rsidRPr="00514274">
        <w:rPr>
          <w:sz w:val="22"/>
          <w:szCs w:val="22"/>
        </w:rPr>
        <w:t xml:space="preserve">  </w:t>
      </w:r>
      <w:r w:rsidRPr="00514274">
        <w:rPr>
          <w:sz w:val="22"/>
          <w:szCs w:val="22"/>
        </w:rPr>
        <w:t xml:space="preserve"> ………………………………..</w:t>
      </w:r>
    </w:p>
    <w:p w14:paraId="3B19154E" w14:textId="61060C46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514274">
        <w:rPr>
          <w:sz w:val="22"/>
          <w:szCs w:val="22"/>
        </w:rPr>
        <w:t xml:space="preserve">      </w:t>
      </w:r>
      <w:r w:rsidRPr="00514274">
        <w:rPr>
          <w:sz w:val="22"/>
          <w:szCs w:val="22"/>
        </w:rPr>
        <w:t xml:space="preserve">    </w:t>
      </w:r>
      <w:r w:rsidR="006C6875">
        <w:rPr>
          <w:sz w:val="22"/>
          <w:szCs w:val="22"/>
        </w:rPr>
        <w:t xml:space="preserve">                  </w:t>
      </w:r>
      <w:r w:rsidRPr="00514274">
        <w:rPr>
          <w:sz w:val="22"/>
          <w:szCs w:val="22"/>
        </w:rPr>
        <w:t>Podpis pracodawcy</w:t>
      </w:r>
    </w:p>
    <w:p w14:paraId="11273747" w14:textId="77777777" w:rsidR="00293633" w:rsidRPr="00E27C52" w:rsidRDefault="00293633" w:rsidP="003140BB">
      <w:pPr>
        <w:spacing w:line="276" w:lineRule="auto"/>
      </w:pPr>
    </w:p>
    <w:sectPr w:rsidR="00293633" w:rsidRPr="00E27C52" w:rsidSect="00B663FA">
      <w:pgSz w:w="11906" w:h="16838"/>
      <w:pgMar w:top="284" w:right="284" w:bottom="284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61"/>
    <w:multiLevelType w:val="hybridMultilevel"/>
    <w:tmpl w:val="AD2038CA"/>
    <w:lvl w:ilvl="0" w:tplc="8700886A">
      <w:start w:val="1"/>
      <w:numFmt w:val="decimal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 w15:restartNumberingAfterBreak="0">
    <w:nsid w:val="3B99278E"/>
    <w:multiLevelType w:val="hybridMultilevel"/>
    <w:tmpl w:val="4E266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50138"/>
    <w:multiLevelType w:val="hybridMultilevel"/>
    <w:tmpl w:val="E06AC6A6"/>
    <w:lvl w:ilvl="0" w:tplc="0F3A6C0E">
      <w:start w:val="3"/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533B3494"/>
    <w:multiLevelType w:val="hybridMultilevel"/>
    <w:tmpl w:val="EE5CF8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F7605"/>
    <w:multiLevelType w:val="hybridMultilevel"/>
    <w:tmpl w:val="B7EC7D66"/>
    <w:lvl w:ilvl="0" w:tplc="0415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8890632">
    <w:abstractNumId w:val="4"/>
  </w:num>
  <w:num w:numId="2" w16cid:durableId="541096100">
    <w:abstractNumId w:val="0"/>
  </w:num>
  <w:num w:numId="3" w16cid:durableId="660156053">
    <w:abstractNumId w:val="2"/>
  </w:num>
  <w:num w:numId="4" w16cid:durableId="949093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271382">
    <w:abstractNumId w:val="3"/>
  </w:num>
  <w:num w:numId="6" w16cid:durableId="214662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1C"/>
    <w:rsid w:val="000210CC"/>
    <w:rsid w:val="00026FF7"/>
    <w:rsid w:val="00033E74"/>
    <w:rsid w:val="0006488F"/>
    <w:rsid w:val="00067FAD"/>
    <w:rsid w:val="0008261C"/>
    <w:rsid w:val="000C25E1"/>
    <w:rsid w:val="00107899"/>
    <w:rsid w:val="001215EA"/>
    <w:rsid w:val="00124267"/>
    <w:rsid w:val="00141233"/>
    <w:rsid w:val="00173626"/>
    <w:rsid w:val="00214142"/>
    <w:rsid w:val="002248E2"/>
    <w:rsid w:val="00232C44"/>
    <w:rsid w:val="002466AC"/>
    <w:rsid w:val="00275A01"/>
    <w:rsid w:val="00286DEB"/>
    <w:rsid w:val="00293633"/>
    <w:rsid w:val="002D646B"/>
    <w:rsid w:val="002F6631"/>
    <w:rsid w:val="00312B88"/>
    <w:rsid w:val="003140BB"/>
    <w:rsid w:val="00322719"/>
    <w:rsid w:val="00345645"/>
    <w:rsid w:val="003624BB"/>
    <w:rsid w:val="0036347D"/>
    <w:rsid w:val="0036752C"/>
    <w:rsid w:val="003718DA"/>
    <w:rsid w:val="003A2AF0"/>
    <w:rsid w:val="003A65D0"/>
    <w:rsid w:val="003B4877"/>
    <w:rsid w:val="003C1FB6"/>
    <w:rsid w:val="003F430E"/>
    <w:rsid w:val="00407357"/>
    <w:rsid w:val="004126C8"/>
    <w:rsid w:val="00414077"/>
    <w:rsid w:val="00492BB4"/>
    <w:rsid w:val="0049740A"/>
    <w:rsid w:val="004C1187"/>
    <w:rsid w:val="004D0CBB"/>
    <w:rsid w:val="004E62DF"/>
    <w:rsid w:val="00503E0E"/>
    <w:rsid w:val="00514274"/>
    <w:rsid w:val="00593128"/>
    <w:rsid w:val="005B3583"/>
    <w:rsid w:val="005C7312"/>
    <w:rsid w:val="005D2E01"/>
    <w:rsid w:val="005E3ECC"/>
    <w:rsid w:val="0061479D"/>
    <w:rsid w:val="00625A56"/>
    <w:rsid w:val="00632BB8"/>
    <w:rsid w:val="00636454"/>
    <w:rsid w:val="00646F04"/>
    <w:rsid w:val="0066717D"/>
    <w:rsid w:val="00667A1B"/>
    <w:rsid w:val="00674D72"/>
    <w:rsid w:val="006751CC"/>
    <w:rsid w:val="006778EC"/>
    <w:rsid w:val="006B113B"/>
    <w:rsid w:val="006C4D9A"/>
    <w:rsid w:val="006C6875"/>
    <w:rsid w:val="006D0AE7"/>
    <w:rsid w:val="006F068F"/>
    <w:rsid w:val="00743743"/>
    <w:rsid w:val="00756559"/>
    <w:rsid w:val="00785A7E"/>
    <w:rsid w:val="007902F3"/>
    <w:rsid w:val="00790C00"/>
    <w:rsid w:val="007946E6"/>
    <w:rsid w:val="007A4C6B"/>
    <w:rsid w:val="007B09F9"/>
    <w:rsid w:val="007B690E"/>
    <w:rsid w:val="007E7A13"/>
    <w:rsid w:val="008042B3"/>
    <w:rsid w:val="008057B7"/>
    <w:rsid w:val="00806EF8"/>
    <w:rsid w:val="00810FBC"/>
    <w:rsid w:val="008111C9"/>
    <w:rsid w:val="00816613"/>
    <w:rsid w:val="00846FD8"/>
    <w:rsid w:val="00852374"/>
    <w:rsid w:val="00866332"/>
    <w:rsid w:val="00866519"/>
    <w:rsid w:val="008816CE"/>
    <w:rsid w:val="008B0F9D"/>
    <w:rsid w:val="008C7E79"/>
    <w:rsid w:val="00900E56"/>
    <w:rsid w:val="00916BA0"/>
    <w:rsid w:val="009230AD"/>
    <w:rsid w:val="00944C39"/>
    <w:rsid w:val="009815FD"/>
    <w:rsid w:val="0099669B"/>
    <w:rsid w:val="009A6569"/>
    <w:rsid w:val="009C62F6"/>
    <w:rsid w:val="009D42E5"/>
    <w:rsid w:val="009F2516"/>
    <w:rsid w:val="00A12C01"/>
    <w:rsid w:val="00A1412A"/>
    <w:rsid w:val="00A3163F"/>
    <w:rsid w:val="00A338FD"/>
    <w:rsid w:val="00A6728F"/>
    <w:rsid w:val="00AE278E"/>
    <w:rsid w:val="00B063A4"/>
    <w:rsid w:val="00B1681B"/>
    <w:rsid w:val="00B1723B"/>
    <w:rsid w:val="00B465EC"/>
    <w:rsid w:val="00B6542F"/>
    <w:rsid w:val="00B663FA"/>
    <w:rsid w:val="00B83252"/>
    <w:rsid w:val="00B838E1"/>
    <w:rsid w:val="00BD2319"/>
    <w:rsid w:val="00BE373F"/>
    <w:rsid w:val="00BE5CBE"/>
    <w:rsid w:val="00C22425"/>
    <w:rsid w:val="00C374B4"/>
    <w:rsid w:val="00C37E69"/>
    <w:rsid w:val="00CC2CB5"/>
    <w:rsid w:val="00D02B5D"/>
    <w:rsid w:val="00D33C97"/>
    <w:rsid w:val="00D351AC"/>
    <w:rsid w:val="00D47908"/>
    <w:rsid w:val="00DB1ECE"/>
    <w:rsid w:val="00DD7538"/>
    <w:rsid w:val="00E129E6"/>
    <w:rsid w:val="00E27C52"/>
    <w:rsid w:val="00E4043B"/>
    <w:rsid w:val="00E4285F"/>
    <w:rsid w:val="00E52890"/>
    <w:rsid w:val="00E64BBC"/>
    <w:rsid w:val="00E94B9A"/>
    <w:rsid w:val="00EE18C9"/>
    <w:rsid w:val="00EF1010"/>
    <w:rsid w:val="00EF1F1D"/>
    <w:rsid w:val="00EF3266"/>
    <w:rsid w:val="00F02886"/>
    <w:rsid w:val="00F12058"/>
    <w:rsid w:val="00F3123D"/>
    <w:rsid w:val="00F331BD"/>
    <w:rsid w:val="00F75F5E"/>
    <w:rsid w:val="00F8068F"/>
    <w:rsid w:val="00F86E9A"/>
    <w:rsid w:val="00F9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CFC7639"/>
  <w15:chartTrackingRefBased/>
  <w15:docId w15:val="{04F81B01-A698-469F-A302-75211FB3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728F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8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C7E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7E7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63A4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2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2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leszno.praca.gov.pl" TargetMode="External"/><Relationship Id="rId3" Type="http://schemas.openxmlformats.org/officeDocument/2006/relationships/styles" Target="styles.xml"/><Relationship Id="rId7" Type="http://schemas.openxmlformats.org/officeDocument/2006/relationships/hyperlink" Target="mailto:pole@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ferty.praca.gov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194-344A-4867-AA82-47631447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OFERTY PRACY</vt:lpstr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OFERTY PRACY</dc:title>
  <dc:subject/>
  <dc:creator>pupleszno</dc:creator>
  <cp:keywords/>
  <cp:lastModifiedBy>Paulina Kunc</cp:lastModifiedBy>
  <cp:revision>11</cp:revision>
  <cp:lastPrinted>2022-04-14T08:43:00Z</cp:lastPrinted>
  <dcterms:created xsi:type="dcterms:W3CDTF">2022-04-14T10:22:00Z</dcterms:created>
  <dcterms:modified xsi:type="dcterms:W3CDTF">2025-01-14T07:30:00Z</dcterms:modified>
</cp:coreProperties>
</file>